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3550" w:rsidRDefault="00973550" w:rsidP="00973550">
      <w:pPr>
        <w:widowControl w:val="0"/>
        <w:autoSpaceDE w:val="0"/>
        <w:autoSpaceDN w:val="0"/>
        <w:adjustRightInd w:val="0"/>
        <w:ind w:left="1080" w:hanging="1080"/>
        <w:jc w:val="center"/>
        <w:rPr>
          <w:rFonts w:cs="Tahoma"/>
          <w:b/>
          <w:bCs/>
          <w:i/>
          <w:iCs/>
          <w:sz w:val="20"/>
          <w:u w:val="single"/>
        </w:rPr>
      </w:pPr>
      <w:r>
        <w:rPr>
          <w:rFonts w:cs="Tahoma"/>
          <w:b/>
          <w:bCs/>
        </w:rPr>
        <w:t xml:space="preserve">   </w:t>
      </w:r>
      <w:r>
        <w:rPr>
          <w:rFonts w:cs="Tahoma"/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BF7E67" w:rsidRDefault="00081759">
      <w:pPr>
        <w:pStyle w:val="Nadpis1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12</w:t>
      </w:r>
      <w:r w:rsidR="003C78C2" w:rsidRPr="005E0400">
        <w:rPr>
          <w:rFonts w:ascii="Tahoma" w:hAnsi="Tahoma" w:cs="Tahoma"/>
          <w:sz w:val="24"/>
          <w:szCs w:val="24"/>
        </w:rPr>
        <w:t>/</w:t>
      </w:r>
      <w:r w:rsidR="00FB4F4D">
        <w:rPr>
          <w:rFonts w:ascii="Tahoma" w:hAnsi="Tahoma" w:cs="Tahoma"/>
          <w:sz w:val="24"/>
          <w:szCs w:val="24"/>
        </w:rPr>
        <w:t>0</w:t>
      </w:r>
      <w:r w:rsidR="008A6388">
        <w:rPr>
          <w:rFonts w:ascii="Tahoma" w:hAnsi="Tahoma" w:cs="Tahoma"/>
          <w:sz w:val="24"/>
          <w:szCs w:val="24"/>
        </w:rPr>
        <w:t>3</w:t>
      </w:r>
      <w:r w:rsidR="0055252F">
        <w:rPr>
          <w:rFonts w:ascii="Tahoma" w:hAnsi="Tahoma" w:cs="Tahoma"/>
          <w:sz w:val="24"/>
          <w:szCs w:val="24"/>
        </w:rPr>
        <w:t xml:space="preserve"> </w:t>
      </w:r>
      <w:r w:rsidR="00053C5A">
        <w:rPr>
          <w:rFonts w:ascii="Tahoma" w:hAnsi="Tahoma" w:cs="Tahoma"/>
          <w:sz w:val="24"/>
          <w:szCs w:val="24"/>
        </w:rPr>
        <w:t xml:space="preserve">odbor </w:t>
      </w:r>
      <w:r w:rsidR="00D71B9D">
        <w:rPr>
          <w:rFonts w:ascii="Tahoma" w:hAnsi="Tahoma" w:cs="Tahoma"/>
          <w:sz w:val="24"/>
          <w:szCs w:val="24"/>
        </w:rPr>
        <w:t>školství</w:t>
      </w:r>
    </w:p>
    <w:p w:rsidR="0055252F" w:rsidRDefault="0055252F" w:rsidP="0055252F"/>
    <w:p w:rsidR="0055252F" w:rsidRPr="0055252F" w:rsidRDefault="0055252F" w:rsidP="0055252F"/>
    <w:p w:rsidR="00BF7E67" w:rsidRPr="005E0400" w:rsidRDefault="00BF7E6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BF7E67" w:rsidRPr="005E0400" w:rsidRDefault="003C78C2">
      <w:pPr>
        <w:jc w:val="center"/>
        <w:rPr>
          <w:rFonts w:ascii="Tahoma" w:hAnsi="Tahoma" w:cs="Tahoma"/>
          <w:b/>
          <w:bCs/>
          <w:u w:val="single"/>
        </w:rPr>
      </w:pPr>
      <w:r w:rsidRPr="005E0400">
        <w:rPr>
          <w:rFonts w:ascii="Tahoma" w:hAnsi="Tahoma" w:cs="Tahoma"/>
          <w:b/>
          <w:bCs/>
          <w:u w:val="single"/>
        </w:rPr>
        <w:t>Městský úřad Strakonice</w:t>
      </w:r>
    </w:p>
    <w:p w:rsidR="00BF7E67" w:rsidRPr="005E0400" w:rsidRDefault="003C78C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  <w:r w:rsidRPr="005E0400">
        <w:rPr>
          <w:rFonts w:ascii="Tahoma" w:hAnsi="Tahoma" w:cs="Tahoma"/>
        </w:rPr>
        <w:t xml:space="preserve">odbor </w:t>
      </w:r>
      <w:r w:rsidR="00FA685D">
        <w:rPr>
          <w:rFonts w:ascii="Tahoma" w:hAnsi="Tahoma" w:cs="Tahoma"/>
        </w:rPr>
        <w:t>školství</w:t>
      </w: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5252F" w:rsidRDefault="0055252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5252F" w:rsidRPr="005E0400" w:rsidRDefault="0055252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3C78C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5E0400">
        <w:rPr>
          <w:rFonts w:ascii="Tahoma" w:hAnsi="Tahoma" w:cs="Tahoma"/>
          <w:b/>
          <w:bCs/>
        </w:rPr>
        <w:t xml:space="preserve">Návrh usnesení </w:t>
      </w:r>
      <w:r w:rsidR="00B80FD3">
        <w:rPr>
          <w:rFonts w:ascii="Tahoma" w:hAnsi="Tahoma" w:cs="Tahoma"/>
          <w:b/>
          <w:bCs/>
        </w:rPr>
        <w:t>Z</w:t>
      </w:r>
      <w:r w:rsidRPr="005E0400">
        <w:rPr>
          <w:rFonts w:ascii="Tahoma" w:hAnsi="Tahoma" w:cs="Tahoma"/>
          <w:b/>
          <w:bCs/>
        </w:rPr>
        <w:t>M</w:t>
      </w:r>
    </w:p>
    <w:p w:rsidR="00053C5A" w:rsidRPr="005E0400" w:rsidRDefault="00053C5A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081759" w:rsidRDefault="00081759" w:rsidP="00081759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bCs/>
          <w:u w:val="single"/>
        </w:rPr>
        <w:t xml:space="preserve">Obecně závazná vyhláška města Strakonice </w:t>
      </w:r>
      <w:r>
        <w:rPr>
          <w:rFonts w:ascii="Tahoma" w:hAnsi="Tahoma" w:cs="Tahoma"/>
          <w:b/>
          <w:u w:val="single"/>
        </w:rPr>
        <w:t>č. 4/2021, kterou se stanoví školské obvody mateřských škol zřizovaných městem Strakonice a části společných školských obvodů mateřských škol zřizovaných městem Strakonice</w:t>
      </w:r>
    </w:p>
    <w:p w:rsidR="00517BE2" w:rsidRDefault="00BC3BBF" w:rsidP="00081759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>Schválení záměru založení spolku podporujícího cestovní ruch v Pootaví</w:t>
      </w: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053C5A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3D7520" w:rsidRDefault="003D752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3D7520" w:rsidRDefault="003D752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3D7520" w:rsidRDefault="003D752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3D7520" w:rsidRDefault="003D752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Pr="005E0400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>K projednání v</w:t>
      </w:r>
      <w:r w:rsidR="00B80FD3">
        <w:rPr>
          <w:rFonts w:ascii="Tahoma" w:hAnsi="Tahoma" w:cs="Tahoma"/>
          <w:sz w:val="20"/>
          <w:szCs w:val="20"/>
        </w:rPr>
        <w:t xml:space="preserve"> zastupitelstvu města </w:t>
      </w:r>
      <w:r w:rsidRPr="005E0400">
        <w:rPr>
          <w:rFonts w:ascii="Tahoma" w:hAnsi="Tahoma" w:cs="Tahoma"/>
          <w:sz w:val="20"/>
          <w:szCs w:val="20"/>
        </w:rPr>
        <w:t xml:space="preserve">dne </w:t>
      </w:r>
      <w:r w:rsidR="00FB4F4D">
        <w:rPr>
          <w:rFonts w:ascii="Tahoma" w:hAnsi="Tahoma" w:cs="Tahoma"/>
          <w:sz w:val="20"/>
          <w:szCs w:val="20"/>
        </w:rPr>
        <w:t>2</w:t>
      </w:r>
      <w:r w:rsidR="00081759">
        <w:rPr>
          <w:rFonts w:ascii="Tahoma" w:hAnsi="Tahoma" w:cs="Tahoma"/>
          <w:sz w:val="20"/>
          <w:szCs w:val="20"/>
        </w:rPr>
        <w:t>3</w:t>
      </w:r>
      <w:r w:rsidR="00053C5A">
        <w:rPr>
          <w:rFonts w:ascii="Tahoma" w:hAnsi="Tahoma" w:cs="Tahoma"/>
          <w:sz w:val="20"/>
          <w:szCs w:val="20"/>
        </w:rPr>
        <w:t>.</w:t>
      </w:r>
      <w:r w:rsidR="00B80FD3">
        <w:rPr>
          <w:rFonts w:ascii="Tahoma" w:hAnsi="Tahoma" w:cs="Tahoma"/>
          <w:sz w:val="20"/>
          <w:szCs w:val="20"/>
        </w:rPr>
        <w:t xml:space="preserve"> </w:t>
      </w:r>
      <w:r w:rsidR="00081759">
        <w:rPr>
          <w:rFonts w:ascii="Tahoma" w:hAnsi="Tahoma" w:cs="Tahoma"/>
          <w:sz w:val="20"/>
          <w:szCs w:val="20"/>
        </w:rPr>
        <w:t>června</w:t>
      </w:r>
      <w:r w:rsidRPr="005E0400">
        <w:rPr>
          <w:rFonts w:ascii="Tahoma" w:hAnsi="Tahoma" w:cs="Tahoma"/>
          <w:sz w:val="20"/>
          <w:szCs w:val="20"/>
        </w:rPr>
        <w:t xml:space="preserve"> 20</w:t>
      </w:r>
      <w:r w:rsidR="00053C5A">
        <w:rPr>
          <w:rFonts w:ascii="Tahoma" w:hAnsi="Tahoma" w:cs="Tahoma"/>
          <w:sz w:val="20"/>
          <w:szCs w:val="20"/>
        </w:rPr>
        <w:t>2</w:t>
      </w:r>
      <w:r w:rsidR="00D71B9D">
        <w:rPr>
          <w:rFonts w:ascii="Tahoma" w:hAnsi="Tahoma" w:cs="Tahoma"/>
          <w:sz w:val="20"/>
          <w:szCs w:val="20"/>
        </w:rPr>
        <w:t>1</w:t>
      </w: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5E0400" w:rsidRDefault="005E040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5E0400">
        <w:rPr>
          <w:rFonts w:ascii="Tahoma" w:hAnsi="Tahoma" w:cs="Tahoma"/>
          <w:b/>
          <w:bCs/>
          <w:sz w:val="20"/>
          <w:szCs w:val="20"/>
        </w:rPr>
        <w:t>Předkládá:</w:t>
      </w:r>
    </w:p>
    <w:p w:rsidR="00BF7E67" w:rsidRPr="005E0400" w:rsidRDefault="00FA685D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Ing. Libuše Řeřábková</w:t>
      </w:r>
    </w:p>
    <w:p w:rsidR="00BF7E67" w:rsidRPr="005E0400" w:rsidRDefault="003C78C2" w:rsidP="0008175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  <w:sectPr w:rsidR="00BF7E67" w:rsidRPr="005E0400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5E0400">
        <w:rPr>
          <w:rFonts w:ascii="Tahoma" w:hAnsi="Tahoma" w:cs="Tahoma"/>
          <w:sz w:val="20"/>
          <w:szCs w:val="20"/>
        </w:rPr>
        <w:t xml:space="preserve">vedoucí </w:t>
      </w:r>
      <w:r w:rsidR="00FA685D">
        <w:rPr>
          <w:rFonts w:ascii="Tahoma" w:hAnsi="Tahoma" w:cs="Tahoma"/>
          <w:sz w:val="20"/>
          <w:szCs w:val="20"/>
        </w:rPr>
        <w:t>odboru školství</w:t>
      </w:r>
    </w:p>
    <w:p w:rsidR="00081759" w:rsidRDefault="00081759" w:rsidP="00081759">
      <w:pPr>
        <w:pStyle w:val="Nadpis2"/>
        <w:jc w:val="both"/>
        <w:rPr>
          <w:rFonts w:ascii="Tahoma" w:hAnsi="Tahoma" w:cs="Tahoma"/>
          <w:sz w:val="24"/>
        </w:rPr>
      </w:pPr>
      <w:r w:rsidRPr="00C24BE6">
        <w:rPr>
          <w:rFonts w:ascii="Tahoma" w:hAnsi="Tahoma" w:cs="Tahoma"/>
          <w:sz w:val="24"/>
          <w:u w:val="none"/>
        </w:rPr>
        <w:lastRenderedPageBreak/>
        <w:t xml:space="preserve">1) </w:t>
      </w:r>
      <w:r>
        <w:rPr>
          <w:rFonts w:ascii="Tahoma" w:hAnsi="Tahoma" w:cs="Tahoma"/>
          <w:sz w:val="24"/>
        </w:rPr>
        <w:t>Obecně závazná vyhláška města Strakonice č. 4/2021, kterou se stanoví školské obvody mateřských škol zřizovaných městem Strakonice a části společných školských obvodů mateřských škol zřizovaných městem Strakonice</w:t>
      </w:r>
    </w:p>
    <w:p w:rsidR="00081759" w:rsidRPr="00081759" w:rsidRDefault="00081759" w:rsidP="00081759"/>
    <w:p w:rsidR="0088206C" w:rsidRPr="005E0400" w:rsidRDefault="0088206C" w:rsidP="0088206C">
      <w:pPr>
        <w:rPr>
          <w:rFonts w:ascii="Tahoma" w:hAnsi="Tahoma" w:cs="Tahoma"/>
          <w:b/>
          <w:bCs/>
          <w:sz w:val="20"/>
          <w:szCs w:val="20"/>
        </w:rPr>
      </w:pPr>
      <w:r w:rsidRPr="005E0400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88206C" w:rsidRDefault="0088206C" w:rsidP="0088206C">
      <w:pPr>
        <w:rPr>
          <w:rFonts w:ascii="Tahoma" w:hAnsi="Tahoma" w:cs="Tahoma"/>
          <w:sz w:val="20"/>
          <w:szCs w:val="20"/>
        </w:rPr>
      </w:pPr>
      <w:r w:rsidRPr="00173B1E">
        <w:rPr>
          <w:rFonts w:ascii="Tahoma" w:hAnsi="Tahoma" w:cs="Tahoma"/>
          <w:sz w:val="20"/>
          <w:szCs w:val="20"/>
        </w:rPr>
        <w:t>Zastupitelstvo města po projednání</w:t>
      </w:r>
    </w:p>
    <w:p w:rsidR="0088206C" w:rsidRDefault="0088206C" w:rsidP="0088206C">
      <w:pPr>
        <w:jc w:val="both"/>
        <w:rPr>
          <w:rFonts w:cs="Tahoma"/>
          <w:szCs w:val="20"/>
        </w:rPr>
      </w:pPr>
    </w:p>
    <w:p w:rsidR="00081759" w:rsidRDefault="00081759" w:rsidP="00081759">
      <w:pPr>
        <w:pStyle w:val="Nadpis3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I. Schvaluje</w:t>
      </w:r>
    </w:p>
    <w:p w:rsidR="0088206C" w:rsidRPr="00407ECF" w:rsidRDefault="00565795" w:rsidP="00407ECF">
      <w:pPr>
        <w:jc w:val="both"/>
        <w:rPr>
          <w:rFonts w:ascii="Tahoma" w:hAnsi="Tahoma" w:cs="Tahoma"/>
          <w:sz w:val="20"/>
          <w:szCs w:val="20"/>
        </w:rPr>
      </w:pPr>
      <w:r w:rsidRPr="00565795">
        <w:rPr>
          <w:rFonts w:ascii="Tahoma" w:hAnsi="Tahoma" w:cs="Tahoma"/>
          <w:sz w:val="20"/>
          <w:szCs w:val="20"/>
        </w:rPr>
        <w:t xml:space="preserve">obecně závaznou </w:t>
      </w:r>
      <w:r>
        <w:rPr>
          <w:rFonts w:ascii="Tahoma" w:hAnsi="Tahoma" w:cs="Tahoma"/>
          <w:sz w:val="20"/>
          <w:szCs w:val="20"/>
        </w:rPr>
        <w:t xml:space="preserve">vyhlášku města Strakonice č. 4/2021, kterou se stanoví školské </w:t>
      </w:r>
      <w:r w:rsidR="00407ECF" w:rsidRPr="00407ECF">
        <w:rPr>
          <w:rFonts w:ascii="Tahoma" w:hAnsi="Tahoma" w:cs="Tahoma"/>
          <w:sz w:val="20"/>
          <w:szCs w:val="20"/>
        </w:rPr>
        <w:t>obvody mateřských škol zřizovaných městem Strakonice a části společných školských obvodů mateřských škol zřizovaných městem Strakonice.</w:t>
      </w:r>
    </w:p>
    <w:p w:rsidR="0088206C" w:rsidRDefault="0088206C" w:rsidP="0088206C"/>
    <w:p w:rsidR="00517BE2" w:rsidRPr="00AB7E1F" w:rsidRDefault="00517BE2" w:rsidP="00517BE2">
      <w:pPr>
        <w:pStyle w:val="Nadpis2"/>
        <w:jc w:val="both"/>
        <w:rPr>
          <w:rFonts w:ascii="Tahoma" w:hAnsi="Tahoma" w:cs="Tahoma"/>
          <w:sz w:val="24"/>
        </w:rPr>
      </w:pPr>
      <w:r w:rsidRPr="00AB7E1F">
        <w:rPr>
          <w:rFonts w:ascii="Tahoma" w:hAnsi="Tahoma" w:cs="Tahoma"/>
          <w:sz w:val="24"/>
        </w:rPr>
        <w:t xml:space="preserve">2) </w:t>
      </w:r>
      <w:r w:rsidR="00B64153">
        <w:rPr>
          <w:rFonts w:ascii="Tahoma" w:hAnsi="Tahoma" w:cs="Tahoma"/>
          <w:sz w:val="24"/>
        </w:rPr>
        <w:t>Schválení záměru založení spolku podporujícího cestovní ruch v Pootaví</w:t>
      </w:r>
    </w:p>
    <w:p w:rsidR="00517BE2" w:rsidRPr="00436635" w:rsidRDefault="00517BE2" w:rsidP="00517BE2">
      <w:pPr>
        <w:jc w:val="both"/>
        <w:rPr>
          <w:rFonts w:ascii="Tahoma" w:hAnsi="Tahoma" w:cs="Tahoma"/>
          <w:bCs/>
          <w:sz w:val="20"/>
          <w:szCs w:val="20"/>
        </w:rPr>
      </w:pPr>
    </w:p>
    <w:p w:rsidR="00517BE2" w:rsidRPr="008B3143" w:rsidRDefault="00517BE2" w:rsidP="00517BE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  <w:u w:val="single"/>
        </w:rPr>
      </w:pPr>
      <w:r w:rsidRPr="008B3143">
        <w:rPr>
          <w:rFonts w:ascii="Tahoma" w:hAnsi="Tahoma" w:cs="Tahoma"/>
          <w:b/>
          <w:bCs/>
          <w:sz w:val="20"/>
          <w:szCs w:val="20"/>
          <w:u w:val="single"/>
        </w:rPr>
        <w:t>Návrh usnesení:</w:t>
      </w:r>
    </w:p>
    <w:p w:rsidR="00517BE2" w:rsidRPr="008B3143" w:rsidRDefault="00517BE2" w:rsidP="00517BE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</w:t>
      </w:r>
      <w:r w:rsidRPr="008B3143">
        <w:rPr>
          <w:rFonts w:ascii="Tahoma" w:hAnsi="Tahoma" w:cs="Tahoma"/>
          <w:sz w:val="20"/>
          <w:szCs w:val="20"/>
        </w:rPr>
        <w:t>M po projednání:</w:t>
      </w:r>
    </w:p>
    <w:p w:rsidR="00517BE2" w:rsidRPr="00C02D06" w:rsidRDefault="00517BE2" w:rsidP="00517BE2">
      <w:pPr>
        <w:rPr>
          <w:rFonts w:ascii="Tahoma" w:hAnsi="Tahoma" w:cs="Tahoma"/>
          <w:sz w:val="20"/>
          <w:szCs w:val="20"/>
        </w:rPr>
      </w:pPr>
    </w:p>
    <w:p w:rsidR="00517BE2" w:rsidRPr="00C026A5" w:rsidRDefault="00517BE2" w:rsidP="00BC3BBF">
      <w:pPr>
        <w:pStyle w:val="Nadpis3"/>
        <w:rPr>
          <w:rFonts w:ascii="Tahoma" w:hAnsi="Tahoma" w:cs="Tahoma"/>
          <w:b w:val="0"/>
          <w:bCs w:val="0"/>
          <w:sz w:val="20"/>
          <w:szCs w:val="20"/>
        </w:rPr>
      </w:pPr>
      <w:r w:rsidRPr="00C02D06">
        <w:rPr>
          <w:rFonts w:ascii="Tahoma" w:hAnsi="Tahoma" w:cs="Tahoma"/>
          <w:sz w:val="20"/>
          <w:szCs w:val="20"/>
        </w:rPr>
        <w:t xml:space="preserve">I. </w:t>
      </w:r>
      <w:r>
        <w:rPr>
          <w:rFonts w:ascii="Tahoma" w:hAnsi="Tahoma" w:cs="Tahoma"/>
          <w:sz w:val="20"/>
          <w:szCs w:val="20"/>
        </w:rPr>
        <w:t>Schvaluje</w:t>
      </w:r>
    </w:p>
    <w:p w:rsidR="00517BE2" w:rsidRPr="00C02D06" w:rsidRDefault="00517BE2" w:rsidP="00517BE2">
      <w:pPr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záměr založení spolku podporujícího cestovní ruch v Pootaví. </w:t>
      </w:r>
    </w:p>
    <w:p w:rsidR="00517BE2" w:rsidRPr="00C02D06" w:rsidRDefault="00517BE2" w:rsidP="00517BE2">
      <w:pPr>
        <w:rPr>
          <w:rFonts w:ascii="Tahoma" w:hAnsi="Tahoma" w:cs="Tahoma"/>
        </w:rPr>
      </w:pPr>
    </w:p>
    <w:p w:rsidR="00517BE2" w:rsidRDefault="00517BE2">
      <w:pPr>
        <w:rPr>
          <w:rFonts w:ascii="Tahoma" w:hAnsi="Tahoma" w:cs="Tahoma"/>
          <w:sz w:val="20"/>
          <w:szCs w:val="20"/>
        </w:rPr>
      </w:pPr>
      <w:bookmarkStart w:id="0" w:name="_GoBack"/>
      <w:bookmarkEnd w:id="0"/>
    </w:p>
    <w:sectPr w:rsidR="00517BE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07003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6C1B2112"/>
    <w:multiLevelType w:val="hybridMultilevel"/>
    <w:tmpl w:val="E68658E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attachedTemplate r:id="rId1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76F3"/>
    <w:rsid w:val="00017D87"/>
    <w:rsid w:val="00053C5A"/>
    <w:rsid w:val="00077160"/>
    <w:rsid w:val="00081759"/>
    <w:rsid w:val="000D1CAD"/>
    <w:rsid w:val="00116324"/>
    <w:rsid w:val="00164663"/>
    <w:rsid w:val="001953F8"/>
    <w:rsid w:val="001F296B"/>
    <w:rsid w:val="002B32C9"/>
    <w:rsid w:val="003C78C2"/>
    <w:rsid w:val="003D7520"/>
    <w:rsid w:val="00407ECF"/>
    <w:rsid w:val="004238A8"/>
    <w:rsid w:val="00517BE2"/>
    <w:rsid w:val="0055252F"/>
    <w:rsid w:val="00565795"/>
    <w:rsid w:val="005765F3"/>
    <w:rsid w:val="005B73DA"/>
    <w:rsid w:val="005E0400"/>
    <w:rsid w:val="00843CB4"/>
    <w:rsid w:val="00856F5B"/>
    <w:rsid w:val="0088206C"/>
    <w:rsid w:val="008A6388"/>
    <w:rsid w:val="008C663E"/>
    <w:rsid w:val="008F7E40"/>
    <w:rsid w:val="00973550"/>
    <w:rsid w:val="009E26DB"/>
    <w:rsid w:val="00A432F0"/>
    <w:rsid w:val="00B11413"/>
    <w:rsid w:val="00B21534"/>
    <w:rsid w:val="00B31609"/>
    <w:rsid w:val="00B32179"/>
    <w:rsid w:val="00B64153"/>
    <w:rsid w:val="00B80FD3"/>
    <w:rsid w:val="00BC3BBF"/>
    <w:rsid w:val="00BF73D7"/>
    <w:rsid w:val="00BF7E67"/>
    <w:rsid w:val="00C276F3"/>
    <w:rsid w:val="00CB23F2"/>
    <w:rsid w:val="00D71B9D"/>
    <w:rsid w:val="00DD6DA7"/>
    <w:rsid w:val="00EE5024"/>
    <w:rsid w:val="00F44825"/>
    <w:rsid w:val="00FA685D"/>
    <w:rsid w:val="00FB4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69D24B1-F52F-4842-915E-47E8D7BFA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53C5A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character" w:customStyle="1" w:styleId="Nadpis2Char">
    <w:name w:val="Nadpis 2 Char"/>
    <w:basedOn w:val="Standardnpsmoodstavce"/>
    <w:link w:val="Nadpis2"/>
    <w:rsid w:val="00053C5A"/>
    <w:rPr>
      <w:b/>
      <w:bCs/>
      <w:sz w:val="28"/>
      <w:szCs w:val="24"/>
      <w:u w:val="single"/>
    </w:rPr>
  </w:style>
  <w:style w:type="paragraph" w:styleId="Odstavecseseznamem">
    <w:name w:val="List Paragraph"/>
    <w:basedOn w:val="Normln"/>
    <w:uiPriority w:val="34"/>
    <w:qFormat/>
    <w:rsid w:val="00053C5A"/>
    <w:pPr>
      <w:ind w:left="720"/>
      <w:contextualSpacing/>
    </w:pPr>
  </w:style>
  <w:style w:type="paragraph" w:styleId="Zkladntext2">
    <w:name w:val="Body Text 2"/>
    <w:basedOn w:val="Normln"/>
    <w:link w:val="Zkladntext2Char"/>
    <w:uiPriority w:val="99"/>
    <w:semiHidden/>
    <w:unhideWhenUsed/>
    <w:rsid w:val="0088206C"/>
    <w:pPr>
      <w:spacing w:after="120" w:line="480" w:lineRule="auto"/>
    </w:pPr>
    <w:rPr>
      <w:rFonts w:ascii="Tahoma" w:hAnsi="Tahoma"/>
      <w:sz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88206C"/>
    <w:rPr>
      <w:rFonts w:ascii="Tahoma" w:hAnsi="Tahoma"/>
      <w:szCs w:val="24"/>
    </w:rPr>
  </w:style>
  <w:style w:type="character" w:customStyle="1" w:styleId="Nadpis3Char">
    <w:name w:val="Nadpis 3 Char"/>
    <w:basedOn w:val="Standardnpsmoodstavce"/>
    <w:link w:val="Nadpis3"/>
    <w:rsid w:val="00517BE2"/>
    <w:rPr>
      <w:b/>
      <w:bCs/>
      <w:sz w:val="24"/>
      <w:szCs w:val="26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J:\Vzory%20dokument&#367;\ZM%20materi&#225;ly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ZM materiály.dotx</Template>
  <TotalTime>141</TotalTime>
  <Pages>2</Pages>
  <Words>172</Words>
  <Characters>1189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1359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Martina Dubová</dc:creator>
  <cp:keywords/>
  <dc:description/>
  <cp:lastModifiedBy>Eva Mácková</cp:lastModifiedBy>
  <cp:revision>26</cp:revision>
  <cp:lastPrinted>1899-12-31T23:00:00Z</cp:lastPrinted>
  <dcterms:created xsi:type="dcterms:W3CDTF">2021-04-07T11:05:00Z</dcterms:created>
  <dcterms:modified xsi:type="dcterms:W3CDTF">2021-06-14T11:07:00Z</dcterms:modified>
</cp:coreProperties>
</file>